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C5244" w14:textId="642597EC" w:rsidR="001B6DAD" w:rsidRDefault="007C78DB" w:rsidP="007C78DB">
      <w:pPr>
        <w:spacing w:after="0" w:line="240" w:lineRule="auto"/>
        <w:jc w:val="right"/>
        <w:rPr>
          <w:rFonts w:asciiTheme="majorHAnsi" w:hAnsiTheme="majorHAnsi"/>
          <w:sz w:val="27"/>
          <w:szCs w:val="27"/>
        </w:rPr>
      </w:pPr>
      <w:r>
        <w:rPr>
          <w:rFonts w:asciiTheme="majorHAnsi" w:hAnsiTheme="majorHAnsi"/>
          <w:b/>
          <w:bCs/>
          <w:sz w:val="27"/>
          <w:szCs w:val="27"/>
        </w:rPr>
        <w:t xml:space="preserve">Lesson: </w:t>
      </w:r>
      <w:r w:rsidR="009F46CD" w:rsidRPr="009F46CD">
        <w:rPr>
          <w:rFonts w:asciiTheme="majorHAnsi" w:hAnsiTheme="majorHAnsi"/>
          <w:b/>
          <w:bCs/>
          <w:sz w:val="27"/>
          <w:szCs w:val="27"/>
        </w:rPr>
        <w:t>Bows &amp; Arrows</w:t>
      </w:r>
    </w:p>
    <w:p w14:paraId="1631153A" w14:textId="77777777" w:rsidR="007C78DB" w:rsidRDefault="007C78DB" w:rsidP="005E3009">
      <w:pPr>
        <w:spacing w:after="0" w:line="240" w:lineRule="auto"/>
        <w:rPr>
          <w:rFonts w:asciiTheme="majorHAnsi" w:hAnsiTheme="majorHAnsi"/>
          <w:sz w:val="27"/>
          <w:szCs w:val="27"/>
        </w:rPr>
      </w:pPr>
    </w:p>
    <w:p w14:paraId="0E92ECCC" w14:textId="7FCFBD4A" w:rsidR="0043338D" w:rsidRDefault="007C78DB" w:rsidP="005E3009">
      <w:pPr>
        <w:spacing w:after="0" w:line="240" w:lineRule="auto"/>
        <w:rPr>
          <w:rFonts w:asciiTheme="majorHAnsi" w:hAnsiTheme="majorHAnsi"/>
          <w:sz w:val="27"/>
          <w:szCs w:val="27"/>
        </w:rPr>
      </w:pPr>
      <w:r w:rsidRPr="00361000">
        <w:rPr>
          <w:rFonts w:asciiTheme="majorHAnsi" w:hAnsiTheme="majorHAnsi"/>
          <w:b/>
          <w:bCs/>
          <w:sz w:val="27"/>
          <w:szCs w:val="27"/>
        </w:rPr>
        <w:t>Appendix 1:</w:t>
      </w:r>
      <w:r>
        <w:rPr>
          <w:rFonts w:asciiTheme="majorHAnsi" w:hAnsiTheme="majorHAnsi"/>
          <w:sz w:val="27"/>
          <w:szCs w:val="27"/>
        </w:rPr>
        <w:t xml:space="preserve"> </w:t>
      </w:r>
      <w:r w:rsidR="00361000" w:rsidRPr="00361000">
        <w:rPr>
          <w:rFonts w:asciiTheme="majorHAnsi" w:hAnsiTheme="majorHAnsi"/>
          <w:sz w:val="28"/>
          <w:szCs w:val="28"/>
        </w:rPr>
        <w:t>Squamish Longshoreman Story</w:t>
      </w:r>
    </w:p>
    <w:p w14:paraId="359309E7" w14:textId="77777777" w:rsidR="00544753" w:rsidRDefault="00544753" w:rsidP="005E3009">
      <w:pPr>
        <w:spacing w:after="0" w:line="240" w:lineRule="auto"/>
        <w:rPr>
          <w:rFonts w:asciiTheme="majorHAnsi" w:hAnsiTheme="majorHAnsi"/>
          <w:sz w:val="27"/>
          <w:szCs w:val="27"/>
        </w:rPr>
      </w:pPr>
    </w:p>
    <w:p w14:paraId="740816B8" w14:textId="144AEBAA" w:rsidR="007C78DB" w:rsidRPr="007C78DB" w:rsidRDefault="007C78DB" w:rsidP="007C78DB">
      <w:pPr>
        <w:pStyle w:val="PlainText"/>
        <w:rPr>
          <w:rFonts w:asciiTheme="majorHAnsi" w:hAnsiTheme="majorHAnsi" w:cs="Courier New"/>
          <w:sz w:val="28"/>
          <w:szCs w:val="28"/>
        </w:rPr>
      </w:pPr>
      <w:r w:rsidRPr="00361000">
        <w:rPr>
          <w:rFonts w:asciiTheme="majorHAnsi" w:hAnsiTheme="majorHAnsi" w:cs="Courier New"/>
          <w:sz w:val="24"/>
          <w:szCs w:val="24"/>
        </w:rPr>
        <w:t>THE VANCOUVER DAILY PROVINCE</w:t>
      </w:r>
      <w:r w:rsidRPr="007C78DB">
        <w:rPr>
          <w:rFonts w:asciiTheme="majorHAnsi" w:hAnsiTheme="majorHAnsi" w:cs="Courier New"/>
          <w:sz w:val="28"/>
          <w:szCs w:val="28"/>
        </w:rPr>
        <w:t xml:space="preserve">, </w:t>
      </w:r>
    </w:p>
    <w:p w14:paraId="755C97E1" w14:textId="4AD01BD9" w:rsidR="007C78DB" w:rsidRPr="007C78DB" w:rsidRDefault="007C78DB" w:rsidP="007C78DB">
      <w:pPr>
        <w:pStyle w:val="PlainText"/>
        <w:ind w:right="5268"/>
        <w:rPr>
          <w:rFonts w:asciiTheme="majorHAnsi" w:hAnsiTheme="majorHAnsi" w:cs="Courier New"/>
          <w:sz w:val="24"/>
          <w:szCs w:val="24"/>
        </w:rPr>
      </w:pPr>
      <w:r w:rsidRPr="007C78DB">
        <w:rPr>
          <w:rFonts w:asciiTheme="majorHAnsi" w:hAnsiTheme="majorHAnsi" w:cs="Courier New"/>
          <w:sz w:val="24"/>
          <w:szCs w:val="24"/>
        </w:rPr>
        <w:t>SATURDAY, May 10, 1941</w:t>
      </w:r>
    </w:p>
    <w:p w14:paraId="2CC924C2" w14:textId="77777777" w:rsidR="007C78DB" w:rsidRPr="007C78DB" w:rsidRDefault="007C78DB" w:rsidP="007C78DB">
      <w:pPr>
        <w:pStyle w:val="PlainText"/>
        <w:ind w:right="5268"/>
        <w:rPr>
          <w:rFonts w:asciiTheme="majorHAnsi" w:hAnsiTheme="majorHAnsi" w:cs="Courier New"/>
          <w:sz w:val="28"/>
          <w:szCs w:val="28"/>
        </w:rPr>
      </w:pPr>
    </w:p>
    <w:p w14:paraId="1527B1CD" w14:textId="0FF87C95" w:rsidR="007C78DB" w:rsidRPr="0088249C" w:rsidRDefault="007C78DB" w:rsidP="007C78DB">
      <w:pPr>
        <w:pStyle w:val="PlainText"/>
        <w:rPr>
          <w:rFonts w:ascii="Courier New" w:hAnsi="Courier New" w:cs="Courier New"/>
        </w:rPr>
      </w:pPr>
      <w:r w:rsidRPr="007C78DB">
        <w:rPr>
          <w:rFonts w:asciiTheme="majorHAnsi" w:hAnsiTheme="majorHAnsi" w:cs="Courier New"/>
          <w:sz w:val="28"/>
          <w:szCs w:val="28"/>
        </w:rPr>
        <w:t xml:space="preserve">Squamish Longshoreman Has Watched Vancouver Grow </w:t>
      </w:r>
      <w:proofErr w:type="gramStart"/>
      <w:r w:rsidRPr="007C78DB">
        <w:rPr>
          <w:rFonts w:asciiTheme="majorHAnsi" w:hAnsiTheme="majorHAnsi" w:cs="Courier New"/>
          <w:sz w:val="28"/>
          <w:szCs w:val="28"/>
        </w:rPr>
        <w:t>Into</w:t>
      </w:r>
      <w:proofErr w:type="gramEnd"/>
      <w:r w:rsidRPr="007C78DB">
        <w:rPr>
          <w:rFonts w:asciiTheme="majorHAnsi" w:hAnsiTheme="majorHAnsi" w:cs="Courier New"/>
          <w:sz w:val="28"/>
          <w:szCs w:val="28"/>
        </w:rPr>
        <w:t xml:space="preserve"> Great Port</w:t>
      </w:r>
      <w:r w:rsidRPr="0088249C">
        <w:rPr>
          <w:rFonts w:ascii="Courier New" w:hAnsi="Courier New" w:cs="Courier New"/>
        </w:rPr>
        <w:t xml:space="preserve"> </w:t>
      </w:r>
    </w:p>
    <w:p w14:paraId="2EDCB6B4" w14:textId="77777777" w:rsidR="007C78DB" w:rsidRPr="0088249C" w:rsidRDefault="007C78DB" w:rsidP="007C78DB">
      <w:pPr>
        <w:pStyle w:val="PlainText"/>
        <w:ind w:right="5268"/>
        <w:rPr>
          <w:rFonts w:ascii="Courier New" w:hAnsi="Courier New" w:cs="Courier New"/>
        </w:rPr>
      </w:pPr>
    </w:p>
    <w:p w14:paraId="6459D7D4" w14:textId="77777777" w:rsidR="007C78DB" w:rsidRPr="0088249C" w:rsidRDefault="007C78DB" w:rsidP="007C78DB">
      <w:pPr>
        <w:pStyle w:val="PlainText"/>
        <w:ind w:right="5268"/>
        <w:rPr>
          <w:rFonts w:ascii="Courier New" w:hAnsi="Courier New" w:cs="Courier New"/>
        </w:rPr>
      </w:pPr>
    </w:p>
    <w:p w14:paraId="65B9C1F2" w14:textId="77777777" w:rsidR="007C78DB" w:rsidRPr="007C78DB" w:rsidRDefault="007C78DB" w:rsidP="007C78DB">
      <w:pPr>
        <w:pStyle w:val="PlainText"/>
        <w:ind w:right="5268"/>
        <w:rPr>
          <w:rFonts w:asciiTheme="majorHAnsi" w:hAnsiTheme="majorHAnsi" w:cs="Courier New"/>
        </w:rPr>
      </w:pPr>
      <w:r w:rsidRPr="007C78DB">
        <w:rPr>
          <w:rFonts w:asciiTheme="majorHAnsi" w:hAnsiTheme="majorHAnsi" w:cs="Courier New"/>
        </w:rPr>
        <w:t>By ANDY PAULL</w:t>
      </w:r>
    </w:p>
    <w:p w14:paraId="22524A44" w14:textId="77777777" w:rsidR="007C78DB" w:rsidRPr="0088249C" w:rsidRDefault="007C78DB" w:rsidP="007C78DB">
      <w:pPr>
        <w:pStyle w:val="PlainText"/>
        <w:ind w:right="5268"/>
        <w:rPr>
          <w:rFonts w:ascii="Courier New" w:hAnsi="Courier New" w:cs="Courier New"/>
        </w:rPr>
      </w:pPr>
    </w:p>
    <w:p w14:paraId="43B3CAC7" w14:textId="41F6E693"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It was as a fortunate coincidence to meet Bill </w:t>
      </w: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just where the morning tidal waters encroach upon the low land vegetation of the North Shore. Fortunate because from there he could survey the Inlet, allowing his thoughts to wander back half a century to when the darkling green of virgin forests shrouded its shores, and today's industrial clangor had not yet disturbed its peace. </w:t>
      </w:r>
    </w:p>
    <w:p w14:paraId="63770357" w14:textId="77777777" w:rsidR="007C78DB" w:rsidRPr="00BF3BA2" w:rsidRDefault="007C78DB" w:rsidP="007C78DB">
      <w:pPr>
        <w:pStyle w:val="PlainText"/>
        <w:ind w:right="5268"/>
        <w:rPr>
          <w:rFonts w:asciiTheme="majorHAnsi" w:hAnsiTheme="majorHAnsi" w:cs="Courier New"/>
        </w:rPr>
      </w:pPr>
    </w:p>
    <w:p w14:paraId="67C812A5" w14:textId="4661CB01"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Billy </w:t>
      </w: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Sr., member of the Squamish Indians of North Vancouver, has a unique and first-hand knowledge of this port. Hale and strong in his sixty-seventh year and still one of the most proficient double or single winch drivers on the waterfront, he started his career at the age of 15 as a steam donkey engine driver</w:t>
      </w:r>
      <w:r w:rsidRPr="00BF3BA2">
        <w:rPr>
          <w:rFonts w:asciiTheme="majorHAnsi" w:hAnsiTheme="majorHAnsi" w:cs="Courier New"/>
          <w:vertAlign w:val="superscript"/>
        </w:rPr>
        <w:t xml:space="preserve"> 1</w:t>
      </w:r>
      <w:r w:rsidRPr="00BF3BA2">
        <w:rPr>
          <w:rFonts w:asciiTheme="majorHAnsi" w:hAnsiTheme="majorHAnsi" w:cs="Courier New"/>
        </w:rPr>
        <w:t xml:space="preserve"> and has spent the succeeding 52 years loading and discharging cargo ships at Vancouver docks. </w:t>
      </w:r>
    </w:p>
    <w:p w14:paraId="01802F51" w14:textId="77777777" w:rsidR="007C78DB" w:rsidRPr="00BF3BA2" w:rsidRDefault="007C78DB" w:rsidP="007C78DB">
      <w:pPr>
        <w:pStyle w:val="PlainText"/>
        <w:ind w:right="5268"/>
        <w:rPr>
          <w:rFonts w:asciiTheme="majorHAnsi" w:hAnsiTheme="majorHAnsi" w:cs="Courier New"/>
        </w:rPr>
      </w:pPr>
    </w:p>
    <w:p w14:paraId="2DA3F511"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"I had to find work and earn a living the best way I could," he says, "for my Hawaiian father died when I was two years old, and my mother, a Capilano Indian, had a hard time to keep up with the customs introduced by the coming of the white men."</w:t>
      </w:r>
    </w:p>
    <w:p w14:paraId="05FD6153" w14:textId="77777777" w:rsidR="007C78DB" w:rsidRPr="00BF3BA2" w:rsidRDefault="007C78DB" w:rsidP="007C78DB">
      <w:pPr>
        <w:pStyle w:val="PlainText"/>
        <w:ind w:right="5268"/>
        <w:rPr>
          <w:rFonts w:asciiTheme="majorHAnsi" w:hAnsiTheme="majorHAnsi" w:cs="Courier New"/>
        </w:rPr>
      </w:pPr>
      <w:r w:rsidRPr="00BF3BA2">
        <w:rPr>
          <w:rFonts w:asciiTheme="majorHAnsi" w:hAnsiTheme="majorHAnsi" w:cs="Courier New"/>
        </w:rPr>
        <w:t xml:space="preserve"> </w:t>
      </w:r>
    </w:p>
    <w:p w14:paraId="648B6B74"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Those were the days when windjammers sailed into Burrard Inlet to load lumber for the Orient and South America. Drivers of steam donkey engines were in great demand and 15-year-old Bill soon commanded a responsible job.</w:t>
      </w:r>
    </w:p>
    <w:p w14:paraId="53A62F79" w14:textId="77777777" w:rsidR="007C78DB" w:rsidRPr="00BF3BA2" w:rsidRDefault="007C78DB" w:rsidP="007C78DB">
      <w:pPr>
        <w:pStyle w:val="PlainText"/>
        <w:ind w:right="5268"/>
        <w:rPr>
          <w:rFonts w:asciiTheme="majorHAnsi" w:hAnsiTheme="majorHAnsi" w:cs="Courier New"/>
        </w:rPr>
      </w:pPr>
      <w:r w:rsidRPr="00BF3BA2">
        <w:rPr>
          <w:rFonts w:asciiTheme="majorHAnsi" w:hAnsiTheme="majorHAnsi" w:cs="Courier New"/>
        </w:rPr>
        <w:t xml:space="preserve"> </w:t>
      </w:r>
    </w:p>
    <w:p w14:paraId="29780D86"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A dollar a day was a standard wage then, he says. Bill's first paying job was on the historical SS. Beaver, and before long he became her coal passer, on a trip which took them to Knights Inlet.</w:t>
      </w:r>
    </w:p>
    <w:p w14:paraId="7DAB9BFA" w14:textId="77777777" w:rsidR="007C78DB" w:rsidRPr="00BF3BA2" w:rsidRDefault="007C78DB" w:rsidP="007C78DB">
      <w:pPr>
        <w:pStyle w:val="PlainText"/>
        <w:ind w:right="5268"/>
        <w:rPr>
          <w:rFonts w:asciiTheme="majorHAnsi" w:hAnsiTheme="majorHAnsi" w:cs="Courier New"/>
        </w:rPr>
      </w:pPr>
      <w:r w:rsidRPr="00BF3BA2">
        <w:rPr>
          <w:rFonts w:asciiTheme="majorHAnsi" w:hAnsiTheme="majorHAnsi" w:cs="Courier New"/>
        </w:rPr>
        <w:t xml:space="preserve"> </w:t>
      </w:r>
    </w:p>
    <w:p w14:paraId="3B8BBEE8" w14:textId="5AE7AE58" w:rsidR="007C78DB" w:rsidRPr="00BF3BA2" w:rsidRDefault="007C78DB" w:rsidP="007C78DB">
      <w:pPr>
        <w:pStyle w:val="PlainText"/>
        <w:rPr>
          <w:rFonts w:asciiTheme="majorHAnsi" w:hAnsiTheme="majorHAnsi" w:cs="Courier New"/>
          <w:b/>
          <w:bCs/>
        </w:rPr>
      </w:pPr>
      <w:r w:rsidRPr="00BF3BA2">
        <w:rPr>
          <w:rFonts w:asciiTheme="majorHAnsi" w:hAnsiTheme="majorHAnsi" w:cs="Courier New"/>
          <w:b/>
          <w:bCs/>
        </w:rPr>
        <w:t xml:space="preserve">Interest In Steam Came While </w:t>
      </w:r>
      <w:proofErr w:type="gramStart"/>
      <w:r w:rsidRPr="00BF3BA2">
        <w:rPr>
          <w:rFonts w:asciiTheme="majorHAnsi" w:hAnsiTheme="majorHAnsi" w:cs="Courier New"/>
          <w:b/>
          <w:bCs/>
        </w:rPr>
        <w:t>On</w:t>
      </w:r>
      <w:proofErr w:type="gramEnd"/>
      <w:r w:rsidR="00BF3BA2">
        <w:rPr>
          <w:rFonts w:asciiTheme="majorHAnsi" w:hAnsiTheme="majorHAnsi" w:cs="Courier New"/>
          <w:b/>
          <w:bCs/>
        </w:rPr>
        <w:t xml:space="preserve"> </w:t>
      </w:r>
      <w:r w:rsidRPr="00BF3BA2">
        <w:rPr>
          <w:rFonts w:asciiTheme="majorHAnsi" w:hAnsiTheme="majorHAnsi" w:cs="Courier New"/>
          <w:b/>
          <w:bCs/>
        </w:rPr>
        <w:t xml:space="preserve">Beaver </w:t>
      </w:r>
    </w:p>
    <w:p w14:paraId="7B279222" w14:textId="77777777" w:rsidR="007C78DB" w:rsidRPr="00C97F7A" w:rsidRDefault="007C78DB" w:rsidP="007C78DB">
      <w:pPr>
        <w:pStyle w:val="PlainText"/>
        <w:ind w:right="5268"/>
        <w:rPr>
          <w:rFonts w:ascii="Courier New" w:hAnsi="Courier New" w:cs="Courier New"/>
          <w:b/>
          <w:bCs/>
        </w:rPr>
      </w:pPr>
    </w:p>
    <w:p w14:paraId="381E29F9"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It was while working on the Beaver that Bill first became Interested In the mechanics of, steam. Indeed, his curiosity about steam engines was what led him to the knowledge that the boiler of the Beaver was leaking, that it could not muster more than the 25 pounds of steam necessary to turn the side-wheels for a speed of four knots. </w:t>
      </w:r>
    </w:p>
    <w:p w14:paraId="783D069A" w14:textId="77777777" w:rsidR="007C78DB" w:rsidRPr="00BF3BA2" w:rsidRDefault="007C78DB" w:rsidP="007C78DB">
      <w:pPr>
        <w:pStyle w:val="PlainText"/>
        <w:rPr>
          <w:rFonts w:asciiTheme="majorHAnsi" w:hAnsiTheme="majorHAnsi" w:cs="Courier New"/>
        </w:rPr>
      </w:pPr>
    </w:p>
    <w:p w14:paraId="58333748"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The Beaver gurgled, heaved and sighed like an old horse with the heaves, he says. This proved very disconcerting to the young Hawaiian-Indian, so he left his ship for a shore job-a lucky move, because after the Beaver's "Iron lung" had been patched up, she made her last trip and ended up a derelict on the western shore of Prospect Point.</w:t>
      </w:r>
    </w:p>
    <w:p w14:paraId="3FDCB061"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 </w:t>
      </w:r>
    </w:p>
    <w:p w14:paraId="1067504F"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Bill's brother-in-law was the regular donkey driver at Moodyville. Bill became the fireman and oiler. This gave him the opportunity occasionally to run the donkey. In a short time, he was so efficient that, when his relative moved to an engineering job on a tug boat, Bill became the one and only donkey driver In the Port of Vancouver, he says.</w:t>
      </w:r>
    </w:p>
    <w:p w14:paraId="6F093D9F" w14:textId="582C05F4" w:rsidR="007C78DB" w:rsidRPr="00BF3BA2" w:rsidRDefault="007C78DB" w:rsidP="007C78DB">
      <w:pPr>
        <w:pStyle w:val="PlainText"/>
        <w:rPr>
          <w:rFonts w:asciiTheme="majorHAnsi" w:hAnsiTheme="majorHAnsi" w:cs="Courier New"/>
        </w:rPr>
      </w:pPr>
      <w:r w:rsidRPr="00BF3BA2">
        <w:rPr>
          <w:rFonts w:asciiTheme="majorHAnsi" w:hAnsiTheme="majorHAnsi" w:cs="Courier New"/>
        </w:rPr>
        <w:lastRenderedPageBreak/>
        <w:t>As a lad of fifteen he drove donkey for three weeks, loading a sailing ship at Moodyville. When the ship was loaded the longshoremen were paid off and Bill was offered thirty dollars as his wages, a dollar a day. But three dollars a day was an adult's wage, and Bill refused to accept less. The stevedore</w:t>
      </w:r>
      <w:r w:rsidR="00361000">
        <w:rPr>
          <w:rFonts w:asciiTheme="majorHAnsi" w:hAnsiTheme="majorHAnsi" w:cs="Courier New"/>
        </w:rPr>
        <w:t xml:space="preserve"> </w:t>
      </w:r>
      <w:r w:rsidR="00361000" w:rsidRPr="00361000">
        <w:rPr>
          <w:rFonts w:asciiTheme="majorHAnsi" w:hAnsiTheme="majorHAnsi" w:cs="Courier New"/>
          <w:vertAlign w:val="superscript"/>
        </w:rPr>
        <w:t>3</w:t>
      </w:r>
      <w:r w:rsidRPr="00BF3BA2">
        <w:rPr>
          <w:rFonts w:asciiTheme="majorHAnsi" w:hAnsiTheme="majorHAnsi" w:cs="Courier New"/>
        </w:rPr>
        <w:t>, in turn, refused to accede to such a demand, so Bill told him to keep the thirty pieces of silver.</w:t>
      </w:r>
    </w:p>
    <w:p w14:paraId="508DE37D"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 </w:t>
      </w:r>
    </w:p>
    <w:p w14:paraId="6E5D0D72"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A Mr. Ramsdon then gave him an easy job operating the lumber rollers at the Moodyville Mill, he recalls. This was acceptable at one dollar a day, since all he had to do was pull a rope at long intervals. All went well until the stevedoring foreman asked him to drive the donkey, as wheat had to be discharged from a ship in a great hurry to start loading lumber and spars. </w:t>
      </w:r>
    </w:p>
    <w:p w14:paraId="02D9C2DB" w14:textId="77777777" w:rsidR="007C78DB" w:rsidRPr="00BF3BA2" w:rsidRDefault="007C78DB" w:rsidP="007C78DB">
      <w:pPr>
        <w:pStyle w:val="PlainText"/>
        <w:rPr>
          <w:rFonts w:asciiTheme="majorHAnsi" w:hAnsiTheme="majorHAnsi" w:cs="Courier New"/>
        </w:rPr>
      </w:pPr>
    </w:p>
    <w:p w14:paraId="77150985"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Bill refused to work for the stevedore who would not pay him the ninety dollars he had previously asked. By his refusal he staged the first longshore strike, in the Port or Vancouver, for an increase in wages. Next, he was ordered on the job by Ramsden, who left hurriedly for the mill office when Bill explained the circumstance. </w:t>
      </w:r>
    </w:p>
    <w:p w14:paraId="7D1B3BD6" w14:textId="77777777" w:rsidR="007C78DB" w:rsidRPr="00BF3BA2" w:rsidRDefault="007C78DB" w:rsidP="007C78DB">
      <w:pPr>
        <w:pStyle w:val="PlainText"/>
        <w:rPr>
          <w:rFonts w:asciiTheme="majorHAnsi" w:hAnsiTheme="majorHAnsi" w:cs="Courier New"/>
        </w:rPr>
      </w:pPr>
    </w:p>
    <w:p w14:paraId="18D36FB7"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Before he went on his one-man strike, he had watched a substitute donkey driver, through lack of, experience, dump the first load of wheat into the inlet. He was confident he was safe in refusing, therefore, since wheat in those days was worth its weight in gold, and was not surprised when the mill foreman returned, told him to go to the office, collect his ninety dollars, and get on with the work or discharging the golden cargo. </w:t>
      </w:r>
    </w:p>
    <w:p w14:paraId="02717369" w14:textId="77777777" w:rsidR="007C78DB" w:rsidRPr="00BF3BA2" w:rsidRDefault="007C78DB" w:rsidP="007C78DB">
      <w:pPr>
        <w:pStyle w:val="PlainText"/>
        <w:rPr>
          <w:rFonts w:asciiTheme="majorHAnsi" w:hAnsiTheme="majorHAnsi" w:cs="Courier New"/>
        </w:rPr>
      </w:pPr>
    </w:p>
    <w:p w14:paraId="556531E6"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And so, the first one-man longshore strike in the history of this port was won. </w:t>
      </w:r>
    </w:p>
    <w:p w14:paraId="26382B96" w14:textId="77777777" w:rsidR="007C78DB" w:rsidRDefault="007C78DB" w:rsidP="007C78DB">
      <w:pPr>
        <w:pStyle w:val="PlainText"/>
        <w:rPr>
          <w:rFonts w:ascii="Courier New" w:hAnsi="Courier New" w:cs="Courier New"/>
        </w:rPr>
      </w:pPr>
    </w:p>
    <w:p w14:paraId="53ECDA9B"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b/>
          <w:bCs/>
        </w:rPr>
        <w:t xml:space="preserve">Half Century's Work </w:t>
      </w:r>
      <w:proofErr w:type="gramStart"/>
      <w:r w:rsidRPr="00BF3BA2">
        <w:rPr>
          <w:rFonts w:asciiTheme="majorHAnsi" w:hAnsiTheme="majorHAnsi" w:cs="Courier New"/>
          <w:b/>
          <w:bCs/>
        </w:rPr>
        <w:t>On</w:t>
      </w:r>
      <w:proofErr w:type="gramEnd"/>
      <w:r w:rsidRPr="00BF3BA2">
        <w:rPr>
          <w:rFonts w:asciiTheme="majorHAnsi" w:hAnsiTheme="majorHAnsi" w:cs="Courier New"/>
          <w:b/>
          <w:bCs/>
        </w:rPr>
        <w:t xml:space="preserve"> City Waterfront Finds Bill </w:t>
      </w:r>
      <w:proofErr w:type="spellStart"/>
      <w:r w:rsidRPr="00BF3BA2">
        <w:rPr>
          <w:rFonts w:asciiTheme="majorHAnsi" w:hAnsiTheme="majorHAnsi" w:cs="Courier New"/>
          <w:b/>
          <w:bCs/>
        </w:rPr>
        <w:t>Nahanee</w:t>
      </w:r>
      <w:proofErr w:type="spellEnd"/>
      <w:r w:rsidRPr="00BF3BA2">
        <w:rPr>
          <w:rFonts w:asciiTheme="majorHAnsi" w:hAnsiTheme="majorHAnsi" w:cs="Courier New"/>
          <w:b/>
          <w:bCs/>
        </w:rPr>
        <w:t xml:space="preserve"> Still on the Job</w:t>
      </w:r>
      <w:r w:rsidRPr="00BF3BA2">
        <w:rPr>
          <w:rFonts w:asciiTheme="majorHAnsi" w:hAnsiTheme="majorHAnsi" w:cs="Courier New"/>
        </w:rPr>
        <w:t xml:space="preserve"> </w:t>
      </w:r>
    </w:p>
    <w:p w14:paraId="408B403B" w14:textId="77777777" w:rsidR="007C78DB" w:rsidRPr="00BF3BA2" w:rsidRDefault="007C78DB" w:rsidP="007C78DB">
      <w:pPr>
        <w:pStyle w:val="PlainText"/>
        <w:rPr>
          <w:rFonts w:asciiTheme="majorHAnsi" w:hAnsiTheme="majorHAnsi" w:cs="Courier New"/>
        </w:rPr>
      </w:pPr>
    </w:p>
    <w:p w14:paraId="392BDBB2" w14:textId="77777777" w:rsidR="007C78DB" w:rsidRPr="00BF3BA2" w:rsidRDefault="007C78DB" w:rsidP="007C78DB">
      <w:pPr>
        <w:pStyle w:val="PlainText"/>
        <w:rPr>
          <w:rFonts w:asciiTheme="majorHAnsi" w:hAnsiTheme="majorHAnsi" w:cs="Courier New"/>
        </w:rPr>
      </w:pP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remembers vividly the time when the stowing of forty to sixty thousand feet of lumber was considered a great accomplishment for a </w:t>
      </w:r>
      <w:proofErr w:type="gramStart"/>
      <w:r w:rsidRPr="00BF3BA2">
        <w:rPr>
          <w:rFonts w:asciiTheme="majorHAnsi" w:hAnsiTheme="majorHAnsi" w:cs="Courier New"/>
        </w:rPr>
        <w:t>ten or twelve hour</w:t>
      </w:r>
      <w:proofErr w:type="gramEnd"/>
      <w:r w:rsidRPr="00BF3BA2">
        <w:rPr>
          <w:rFonts w:asciiTheme="majorHAnsi" w:hAnsiTheme="majorHAnsi" w:cs="Courier New"/>
        </w:rPr>
        <w:t xml:space="preserve"> day. With present day methods, 100,000 feet of lumber is considered an average amount for an eight-hour day.</w:t>
      </w:r>
    </w:p>
    <w:p w14:paraId="62980158"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 </w:t>
      </w:r>
    </w:p>
    <w:p w14:paraId="7C788A52"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A lot of spars were shipped from Moodyville during the pioneer shipping days, according to Bill. Some were 120 feet long, squared on all sides with a broad axe, then floated to the ship's side to be put into the hold through the stern portholes. </w:t>
      </w:r>
    </w:p>
    <w:p w14:paraId="375F6792" w14:textId="77777777" w:rsidR="007C78DB" w:rsidRPr="00BF3BA2" w:rsidRDefault="007C78DB" w:rsidP="007C78DB">
      <w:pPr>
        <w:pStyle w:val="PlainText"/>
        <w:rPr>
          <w:rFonts w:asciiTheme="majorHAnsi" w:hAnsiTheme="majorHAnsi" w:cs="Courier New"/>
        </w:rPr>
      </w:pPr>
    </w:p>
    <w:p w14:paraId="60C275C1" w14:textId="48A1853A"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This was a slow and laborious job accomplished only with the help of a pile driver and a donkey, The former would lift one end of the forest giant to the height of the port hole, when the donkey engine would take over and pull It into the porthole. Then the pile driver would be towed to the opposite end of the spar and the awkward process repeated. </w:t>
      </w:r>
    </w:p>
    <w:p w14:paraId="1F2C4B9A" w14:textId="77777777" w:rsidR="007C78DB" w:rsidRPr="00BF3BA2" w:rsidRDefault="007C78DB" w:rsidP="007C78DB">
      <w:pPr>
        <w:pStyle w:val="PlainText"/>
        <w:rPr>
          <w:rFonts w:asciiTheme="majorHAnsi" w:hAnsiTheme="majorHAnsi" w:cs="Courier New"/>
        </w:rPr>
      </w:pPr>
    </w:p>
    <w:p w14:paraId="015D084C" w14:textId="77777777" w:rsidR="007C78DB" w:rsidRPr="00BF3BA2" w:rsidRDefault="007C78DB" w:rsidP="007C78DB">
      <w:pPr>
        <w:pStyle w:val="PlainText"/>
        <w:rPr>
          <w:rFonts w:asciiTheme="majorHAnsi" w:hAnsiTheme="majorHAnsi" w:cs="Courier New"/>
          <w:b/>
          <w:bCs/>
        </w:rPr>
      </w:pPr>
      <w:r w:rsidRPr="00BF3BA2">
        <w:rPr>
          <w:rFonts w:asciiTheme="majorHAnsi" w:hAnsiTheme="majorHAnsi" w:cs="Courier New"/>
          <w:b/>
          <w:bCs/>
        </w:rPr>
        <w:t xml:space="preserve">Painful Accident Recalled </w:t>
      </w:r>
      <w:proofErr w:type="gramStart"/>
      <w:r w:rsidRPr="00BF3BA2">
        <w:rPr>
          <w:rFonts w:asciiTheme="majorHAnsi" w:hAnsiTheme="majorHAnsi" w:cs="Courier New"/>
          <w:b/>
          <w:bCs/>
        </w:rPr>
        <w:t>From</w:t>
      </w:r>
      <w:proofErr w:type="gramEnd"/>
      <w:r w:rsidRPr="00BF3BA2">
        <w:rPr>
          <w:rFonts w:asciiTheme="majorHAnsi" w:hAnsiTheme="majorHAnsi" w:cs="Courier New"/>
          <w:b/>
          <w:bCs/>
        </w:rPr>
        <w:t xml:space="preserve"> Old Days </w:t>
      </w:r>
    </w:p>
    <w:p w14:paraId="69140BAC" w14:textId="77777777" w:rsidR="007C78DB" w:rsidRPr="00BF3BA2" w:rsidRDefault="007C78DB" w:rsidP="007C78DB">
      <w:pPr>
        <w:pStyle w:val="PlainText"/>
        <w:rPr>
          <w:rFonts w:asciiTheme="majorHAnsi" w:hAnsiTheme="majorHAnsi" w:cs="Courier New"/>
          <w:b/>
          <w:bCs/>
        </w:rPr>
      </w:pPr>
    </w:p>
    <w:p w14:paraId="4110AAF0"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It was also a dangerous job. Before </w:t>
      </w: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became a donkey driver he was a bell boy, giving signals in the ship’s hold, and it was then that he witnessed an accident which he now dislikes to recall. A big spar was being drawn on the wing tier by the donkey, held in place by four men who had no means of escape should the spar fall from the tier. </w:t>
      </w:r>
    </w:p>
    <w:p w14:paraId="377A9C3E" w14:textId="77777777" w:rsidR="007C78DB" w:rsidRPr="00BF3BA2" w:rsidRDefault="007C78DB" w:rsidP="007C78DB">
      <w:pPr>
        <w:pStyle w:val="PlainText"/>
        <w:rPr>
          <w:rFonts w:asciiTheme="majorHAnsi" w:hAnsiTheme="majorHAnsi" w:cs="Courier New"/>
        </w:rPr>
      </w:pPr>
    </w:p>
    <w:p w14:paraId="75C8D54E"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"I seen it start to roll off, and I pulled the rope, giving the donkey man the signal to stop, but it was loo late and it appeared the four men would be crushed to death. Quick as lightning, Tom Cole, the side runner, did the only thing that could be done to save them. He stuck his big crow bar on the floor and on the spar, for a brace, neatly and in the right place, to stop its roll. But in his heroic haste to do the only thing possible to save their lives, he stuck the crowbar through his own foot.</w:t>
      </w:r>
    </w:p>
    <w:p w14:paraId="34AC08EC"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 </w:t>
      </w:r>
    </w:p>
    <w:p w14:paraId="46DF1BAD" w14:textId="35D8D399" w:rsidR="007C78DB" w:rsidRPr="00BF3BA2" w:rsidRDefault="007C78DB" w:rsidP="00361000">
      <w:pPr>
        <w:rPr>
          <w:rFonts w:asciiTheme="majorHAnsi" w:hAnsiTheme="majorHAnsi" w:cs="Courier New"/>
        </w:rPr>
      </w:pPr>
      <w:r w:rsidRPr="00BF3BA2">
        <w:rPr>
          <w:rFonts w:asciiTheme="majorHAnsi" w:hAnsiTheme="majorHAnsi" w:cs="Courier New"/>
        </w:rPr>
        <w:lastRenderedPageBreak/>
        <w:t>"He stayed there, nailed to the floor, while his partners got their jack screws</w:t>
      </w:r>
      <w:r w:rsidR="008507BC">
        <w:rPr>
          <w:rFonts w:asciiTheme="majorHAnsi" w:hAnsiTheme="majorHAnsi" w:cs="Courier New"/>
          <w:vertAlign w:val="superscript"/>
        </w:rPr>
        <w:t>3</w:t>
      </w:r>
      <w:r w:rsidRPr="00BF3BA2">
        <w:rPr>
          <w:rFonts w:asciiTheme="majorHAnsi" w:hAnsiTheme="majorHAnsi" w:cs="Courier New"/>
        </w:rPr>
        <w:t xml:space="preserve"> under the big spar, and they turned and turned their screw jacks</w:t>
      </w:r>
      <w:r w:rsidRPr="00361000">
        <w:rPr>
          <w:rFonts w:asciiTheme="majorHAnsi" w:hAnsiTheme="majorHAnsi" w:cs="Courier New"/>
        </w:rPr>
        <w:t>,</w:t>
      </w:r>
      <w:r w:rsidRPr="00BF3BA2">
        <w:rPr>
          <w:rFonts w:asciiTheme="majorHAnsi" w:hAnsiTheme="majorHAnsi" w:cs="Courier New"/>
        </w:rPr>
        <w:t xml:space="preserve"> until the spar was high enough to get the crow bar out from it, then out from the floor, and finally out from Tom's foot."</w:t>
      </w:r>
    </w:p>
    <w:p w14:paraId="3CB35BFA" w14:textId="7780E6D9"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 What did Tom Cole do? "Oh, he limped home. In those days, there was no hospital, no doctor, and no Compensation Board." </w:t>
      </w:r>
    </w:p>
    <w:p w14:paraId="47DC6701" w14:textId="77777777" w:rsidR="007C78DB" w:rsidRPr="00BF3BA2" w:rsidRDefault="007C78DB" w:rsidP="007C78DB">
      <w:pPr>
        <w:pStyle w:val="PlainText"/>
        <w:rPr>
          <w:rFonts w:asciiTheme="majorHAnsi" w:hAnsiTheme="majorHAnsi" w:cs="Courier New"/>
        </w:rPr>
      </w:pPr>
    </w:p>
    <w:p w14:paraId="5786F6D9" w14:textId="2724F870" w:rsidR="007C78DB" w:rsidRPr="00BF3BA2" w:rsidRDefault="007C78DB" w:rsidP="007C78DB">
      <w:pPr>
        <w:pStyle w:val="PlainText"/>
        <w:rPr>
          <w:rFonts w:asciiTheme="majorHAnsi" w:hAnsiTheme="majorHAnsi" w:cs="Courier New"/>
        </w:rPr>
      </w:pP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remember as a young boy seeing only Indians working at saw mills, loading and discharging the first ships that arrived. He drove the donkey when the first rails were discharged at Port Moody for the C. P. R., and he helped discharge the first sugar cargo to reach Vancouver, working for Capt. Aleck McDermott, then the principal stevedoring contractor. </w:t>
      </w:r>
    </w:p>
    <w:p w14:paraId="6FB8D5D8" w14:textId="77777777" w:rsidR="007C78DB" w:rsidRPr="00BF3BA2" w:rsidRDefault="007C78DB" w:rsidP="007C78DB">
      <w:pPr>
        <w:pStyle w:val="PlainText"/>
        <w:rPr>
          <w:rFonts w:asciiTheme="majorHAnsi" w:hAnsiTheme="majorHAnsi" w:cs="Courier New"/>
        </w:rPr>
      </w:pPr>
    </w:p>
    <w:p w14:paraId="20F0B8B4"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He also attended the first school erected in Vancouver. It was at the foot of Dunlevy Avenue, but Bill can not remember the name of his teacher, except that she was the wife of the Hastings Mill blacksmith. </w:t>
      </w:r>
    </w:p>
    <w:p w14:paraId="4DEAA755" w14:textId="77777777" w:rsidR="007C78DB" w:rsidRPr="00BF3BA2" w:rsidRDefault="007C78DB" w:rsidP="007C78DB">
      <w:pPr>
        <w:pStyle w:val="PlainText"/>
        <w:rPr>
          <w:rFonts w:asciiTheme="majorHAnsi" w:hAnsiTheme="majorHAnsi" w:cs="Courier New"/>
        </w:rPr>
      </w:pPr>
    </w:p>
    <w:p w14:paraId="3E224ED5" w14:textId="77777777" w:rsidR="007C78DB" w:rsidRPr="00BF3BA2" w:rsidRDefault="007C78DB" w:rsidP="007C78DB">
      <w:pPr>
        <w:pStyle w:val="PlainText"/>
        <w:rPr>
          <w:rFonts w:asciiTheme="majorHAnsi" w:hAnsiTheme="majorHAnsi" w:cs="Courier New"/>
          <w:b/>
          <w:bCs/>
        </w:rPr>
      </w:pPr>
      <w:r w:rsidRPr="00BF3BA2">
        <w:rPr>
          <w:rFonts w:asciiTheme="majorHAnsi" w:hAnsiTheme="majorHAnsi" w:cs="Courier New"/>
          <w:b/>
          <w:bCs/>
        </w:rPr>
        <w:t xml:space="preserve">Waterfront Strikes </w:t>
      </w:r>
      <w:proofErr w:type="gramStart"/>
      <w:r w:rsidRPr="00BF3BA2">
        <w:rPr>
          <w:rFonts w:asciiTheme="majorHAnsi" w:hAnsiTheme="majorHAnsi" w:cs="Courier New"/>
          <w:b/>
          <w:bCs/>
        </w:rPr>
        <w:t>In</w:t>
      </w:r>
      <w:proofErr w:type="gramEnd"/>
      <w:r w:rsidRPr="00BF3BA2">
        <w:rPr>
          <w:rFonts w:asciiTheme="majorHAnsi" w:hAnsiTheme="majorHAnsi" w:cs="Courier New"/>
          <w:b/>
          <w:bCs/>
        </w:rPr>
        <w:t xml:space="preserve"> Vancouver</w:t>
      </w:r>
    </w:p>
    <w:p w14:paraId="45370AE2" w14:textId="77777777" w:rsidR="007C78DB" w:rsidRPr="00BF3BA2" w:rsidRDefault="007C78DB" w:rsidP="007C78DB">
      <w:pPr>
        <w:pStyle w:val="PlainText"/>
        <w:rPr>
          <w:rFonts w:asciiTheme="majorHAnsi" w:hAnsiTheme="majorHAnsi" w:cs="Courier New"/>
        </w:rPr>
      </w:pPr>
    </w:p>
    <w:p w14:paraId="6BA96135"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Many labor strikes have occurred since the first ship entered the First Narrows. </w:t>
      </w: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was firing the Hastings Mill when he was told to lay off work and go on strike for a 10-hour day, at the same wages of $l.25, and $1.50 which they were then receiving for a 12-hour day. Later, he remembers strikes sponsored by the U. B. R., the I. W.W., the I. L. A., and the last strike of 1935. </w:t>
      </w:r>
    </w:p>
    <w:p w14:paraId="5C0317AD" w14:textId="77777777" w:rsidR="007C78DB" w:rsidRPr="00BF3BA2" w:rsidRDefault="007C78DB" w:rsidP="007C78DB">
      <w:pPr>
        <w:pStyle w:val="PlainText"/>
        <w:rPr>
          <w:rFonts w:asciiTheme="majorHAnsi" w:hAnsiTheme="majorHAnsi" w:cs="Courier New"/>
        </w:rPr>
      </w:pPr>
    </w:p>
    <w:p w14:paraId="7DB03790"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According to </w:t>
      </w:r>
      <w:proofErr w:type="spellStart"/>
      <w:r w:rsidRPr="00BF3BA2">
        <w:rPr>
          <w:rFonts w:asciiTheme="majorHAnsi" w:hAnsiTheme="majorHAnsi" w:cs="Courier New"/>
        </w:rPr>
        <w:t>Nahanee</w:t>
      </w:r>
      <w:proofErr w:type="spellEnd"/>
      <w:r w:rsidRPr="00BF3BA2">
        <w:rPr>
          <w:rFonts w:asciiTheme="majorHAnsi" w:hAnsiTheme="majorHAnsi" w:cs="Courier New"/>
        </w:rPr>
        <w:t>, seven stevedoring firms were attracted to this port because of the immense development and expansion of the shipping trade in early days, but most of them were eliminated by the strikes. His own experience as a stevedoring foreman was unique because the efforts to eliminate opposing stevedores. About 35 years ago he was asked by the late Capt. A. E. Stevens to take four gangs to Chemainus to load a tramp ship with lumber.</w:t>
      </w:r>
    </w:p>
    <w:p w14:paraId="6C5088D8"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 </w:t>
      </w:r>
    </w:p>
    <w:p w14:paraId="689EB848"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Their greatest rival stevedoring company had a monopoly on the work there, </w:t>
      </w:r>
    </w:p>
    <w:p w14:paraId="2C109F10"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and so unwelcome were </w:t>
      </w:r>
      <w:proofErr w:type="spellStart"/>
      <w:r w:rsidRPr="00BF3BA2">
        <w:rPr>
          <w:rFonts w:asciiTheme="majorHAnsi" w:hAnsiTheme="majorHAnsi" w:cs="Courier New"/>
        </w:rPr>
        <w:t>Nahanee’s</w:t>
      </w:r>
      <w:proofErr w:type="spellEnd"/>
      <w:r w:rsidRPr="00BF3BA2">
        <w:rPr>
          <w:rFonts w:asciiTheme="majorHAnsi" w:hAnsiTheme="majorHAnsi" w:cs="Courier New"/>
        </w:rPr>
        <w:t xml:space="preserve"> men that they were denied sleeping and eating accommodations. Food had to be transported to them by water from Nanaimo. The longshoremen slept on the lumber cargo. Some of the men were even paid to leave the, Job. But </w:t>
      </w: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succeeded in loading his ship on schedule.</w:t>
      </w:r>
    </w:p>
    <w:p w14:paraId="14B2FAC9"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 </w:t>
      </w:r>
    </w:p>
    <w:p w14:paraId="314BBFEC"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The real estate booms followed when it was announced rail would meet keel. At one time ships from Victoria used to call at Port Hammond, and all the land for miles around was sold with profit. </w:t>
      </w:r>
    </w:p>
    <w:p w14:paraId="420E7E7A" w14:textId="77777777" w:rsidR="007C78DB" w:rsidRPr="00BF3BA2" w:rsidRDefault="007C78DB" w:rsidP="007C78DB">
      <w:pPr>
        <w:pStyle w:val="PlainText"/>
        <w:rPr>
          <w:rFonts w:asciiTheme="majorHAnsi" w:hAnsiTheme="majorHAnsi" w:cs="Courier New"/>
        </w:rPr>
      </w:pPr>
    </w:p>
    <w:p w14:paraId="4116DB92"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Then it was announced the railroad terminus would be at Port Moody and here again was another real estate boom. But after the Port Moody land had been cleared and sold, it was announced the terminus would be Vancouver. Once again land was cleared and sold with much profit, but although he earned enough money lo buy several city blocks before the boom, </w:t>
      </w: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did not possess the Midas touch, and his golden opportunity slipped by. </w:t>
      </w:r>
    </w:p>
    <w:p w14:paraId="24F2544C" w14:textId="77777777" w:rsidR="007C78DB" w:rsidRPr="00BF3BA2" w:rsidRDefault="007C78DB" w:rsidP="007C78DB">
      <w:pPr>
        <w:pStyle w:val="PlainText"/>
        <w:rPr>
          <w:rFonts w:asciiTheme="majorHAnsi" w:hAnsiTheme="majorHAnsi" w:cs="Courier New"/>
        </w:rPr>
      </w:pPr>
    </w:p>
    <w:p w14:paraId="7F989C6E" w14:textId="77777777" w:rsidR="007C78DB" w:rsidRPr="00BF3BA2" w:rsidRDefault="007C78DB" w:rsidP="007C78DB">
      <w:pPr>
        <w:pStyle w:val="PlainText"/>
        <w:rPr>
          <w:rFonts w:asciiTheme="majorHAnsi" w:hAnsiTheme="majorHAnsi" w:cs="Courier New"/>
        </w:rPr>
      </w:pPr>
      <w:r w:rsidRPr="00BF3BA2">
        <w:rPr>
          <w:rFonts w:asciiTheme="majorHAnsi" w:hAnsiTheme="majorHAnsi" w:cs="Courier New"/>
        </w:rPr>
        <w:t xml:space="preserve">Bill </w:t>
      </w:r>
      <w:proofErr w:type="spellStart"/>
      <w:r w:rsidRPr="00BF3BA2">
        <w:rPr>
          <w:rFonts w:asciiTheme="majorHAnsi" w:hAnsiTheme="majorHAnsi" w:cs="Courier New"/>
        </w:rPr>
        <w:t>Nahanee</w:t>
      </w:r>
      <w:proofErr w:type="spellEnd"/>
      <w:r w:rsidRPr="00BF3BA2">
        <w:rPr>
          <w:rFonts w:asciiTheme="majorHAnsi" w:hAnsiTheme="majorHAnsi" w:cs="Courier New"/>
        </w:rPr>
        <w:t xml:space="preserve"> prefers not to discuss this subject. It still fills him with chagrin. </w:t>
      </w:r>
    </w:p>
    <w:p w14:paraId="23D116AF" w14:textId="77777777" w:rsidR="007C78DB" w:rsidRPr="0088249C" w:rsidRDefault="007C78DB" w:rsidP="007C78DB">
      <w:pPr>
        <w:pStyle w:val="PlainText"/>
        <w:ind w:right="5268"/>
        <w:rPr>
          <w:rFonts w:ascii="Courier New" w:hAnsi="Courier New" w:cs="Courier New"/>
        </w:rPr>
      </w:pPr>
    </w:p>
    <w:p w14:paraId="25AC64B1" w14:textId="77777777" w:rsidR="007C78DB" w:rsidRDefault="007C78DB" w:rsidP="007C78DB">
      <w:pPr>
        <w:pStyle w:val="PlainText"/>
        <w:ind w:right="5268"/>
        <w:rPr>
          <w:rFonts w:ascii="Courier New" w:hAnsi="Courier New" w:cs="Courier New"/>
        </w:rPr>
      </w:pPr>
    </w:p>
    <w:p w14:paraId="619F902C" w14:textId="3EE2ED57" w:rsidR="007C78DB" w:rsidRDefault="00BF3BA2" w:rsidP="008507BC">
      <w:pPr>
        <w:pStyle w:val="PlainText"/>
        <w:spacing w:before="40" w:after="40"/>
        <w:rPr>
          <w:rFonts w:asciiTheme="minorHAnsi" w:hAnsiTheme="minorHAnsi" w:cstheme="minorHAnsi"/>
          <w:sz w:val="20"/>
          <w:szCs w:val="20"/>
        </w:rPr>
      </w:pPr>
      <w:r w:rsidRPr="00BF3BA2">
        <w:rPr>
          <w:rFonts w:ascii="Courier New" w:hAnsi="Courier New" w:cs="Courier New"/>
          <w:vertAlign w:val="superscript"/>
        </w:rPr>
        <w:t>1</w:t>
      </w:r>
      <w:r w:rsidR="007C78DB" w:rsidRPr="00BF3BA2">
        <w:rPr>
          <w:rFonts w:asciiTheme="minorHAnsi" w:hAnsiTheme="minorHAnsi" w:cstheme="minorHAnsi"/>
          <w:sz w:val="20"/>
          <w:szCs w:val="20"/>
        </w:rPr>
        <w:t>Donkey Steam Engine</w:t>
      </w:r>
      <w:r w:rsidRPr="00BF3BA2">
        <w:rPr>
          <w:rFonts w:asciiTheme="minorHAnsi" w:hAnsiTheme="minorHAnsi" w:cstheme="minorHAnsi"/>
          <w:sz w:val="20"/>
          <w:szCs w:val="20"/>
        </w:rPr>
        <w:t>: A steam engine mounted on log skids with a front mounted cable drum used to drag logs to a central loading area.</w:t>
      </w:r>
    </w:p>
    <w:p w14:paraId="29AEC25F" w14:textId="7CC482E7" w:rsidR="00361000" w:rsidRPr="008507BC" w:rsidRDefault="00361000" w:rsidP="008507BC">
      <w:pPr>
        <w:pStyle w:val="PlainText"/>
        <w:spacing w:before="40" w:after="40"/>
        <w:rPr>
          <w:rFonts w:asciiTheme="minorHAnsi" w:hAnsiTheme="minorHAnsi" w:cstheme="minorHAnsi"/>
          <w:sz w:val="20"/>
          <w:szCs w:val="20"/>
          <w:vertAlign w:val="superscript"/>
        </w:rPr>
      </w:pPr>
      <w:proofErr w:type="gramStart"/>
      <w:r w:rsidRPr="00361000">
        <w:rPr>
          <w:rFonts w:asciiTheme="minorHAnsi" w:hAnsiTheme="minorHAnsi" w:cstheme="minorHAnsi"/>
          <w:sz w:val="20"/>
          <w:szCs w:val="20"/>
          <w:vertAlign w:val="superscript"/>
        </w:rPr>
        <w:t>2</w:t>
      </w:r>
      <w:r w:rsidR="00A554EF">
        <w:rPr>
          <w:rFonts w:asciiTheme="minorHAnsi" w:hAnsiTheme="minorHAnsi" w:cstheme="minorHAnsi"/>
          <w:sz w:val="20"/>
          <w:szCs w:val="20"/>
          <w:vertAlign w:val="superscript"/>
        </w:rPr>
        <w:t xml:space="preserve"> </w:t>
      </w:r>
      <w:r>
        <w:rPr>
          <w:rFonts w:asciiTheme="minorHAnsi" w:hAnsiTheme="minorHAnsi" w:cstheme="minorHAnsi"/>
          <w:sz w:val="20"/>
          <w:szCs w:val="20"/>
          <w:vertAlign w:val="superscript"/>
        </w:rPr>
        <w:t xml:space="preserve"> </w:t>
      </w:r>
      <w:r w:rsidRPr="00361000">
        <w:rPr>
          <w:rFonts w:asciiTheme="majorHAnsi" w:hAnsiTheme="majorHAnsi" w:cstheme="minorHAnsi"/>
          <w:sz w:val="20"/>
          <w:szCs w:val="20"/>
        </w:rPr>
        <w:t>Stevedore</w:t>
      </w:r>
      <w:proofErr w:type="gramEnd"/>
      <w:r w:rsidRPr="00361000">
        <w:rPr>
          <w:rFonts w:asciiTheme="majorHAnsi" w:hAnsiTheme="majorHAnsi" w:cstheme="minorHAnsi"/>
          <w:sz w:val="20"/>
          <w:szCs w:val="20"/>
        </w:rPr>
        <w:t>:</w:t>
      </w:r>
      <w:r>
        <w:rPr>
          <w:rFonts w:asciiTheme="majorHAnsi" w:hAnsiTheme="majorHAnsi" w:cstheme="minorHAnsi"/>
          <w:sz w:val="20"/>
          <w:szCs w:val="20"/>
        </w:rPr>
        <w:t xml:space="preserve"> a longshoreman or dockworker</w:t>
      </w:r>
    </w:p>
    <w:p w14:paraId="44BC1805" w14:textId="5DABC56A" w:rsidR="00BF3BA2" w:rsidRDefault="00361000" w:rsidP="008507BC">
      <w:pPr>
        <w:pStyle w:val="PlainText"/>
        <w:spacing w:before="40" w:after="40"/>
        <w:rPr>
          <w:rFonts w:asciiTheme="majorHAnsi" w:hAnsiTheme="majorHAnsi" w:cstheme="minorHAnsi"/>
          <w:sz w:val="20"/>
          <w:szCs w:val="20"/>
        </w:rPr>
      </w:pPr>
      <w:r>
        <w:rPr>
          <w:rFonts w:asciiTheme="minorHAnsi" w:hAnsiTheme="minorHAnsi" w:cstheme="minorHAnsi"/>
          <w:sz w:val="20"/>
          <w:szCs w:val="20"/>
          <w:vertAlign w:val="superscript"/>
        </w:rPr>
        <w:t>3</w:t>
      </w:r>
      <w:r w:rsidR="00BF3BA2">
        <w:rPr>
          <w:rFonts w:asciiTheme="minorHAnsi" w:hAnsiTheme="minorHAnsi" w:cstheme="minorHAnsi"/>
          <w:sz w:val="20"/>
          <w:szCs w:val="20"/>
        </w:rPr>
        <w:t xml:space="preserve"> </w:t>
      </w:r>
      <w:r w:rsidR="00BF3BA2" w:rsidRPr="00A554EF">
        <w:rPr>
          <w:rFonts w:asciiTheme="majorHAnsi" w:hAnsiTheme="majorHAnsi" w:cstheme="minorHAnsi"/>
          <w:sz w:val="20"/>
          <w:szCs w:val="20"/>
        </w:rPr>
        <w:t>Jack Screw</w:t>
      </w:r>
      <w:r w:rsidRPr="00A554EF">
        <w:rPr>
          <w:rFonts w:asciiTheme="majorHAnsi" w:hAnsiTheme="majorHAnsi" w:cstheme="minorHAnsi"/>
          <w:sz w:val="20"/>
          <w:szCs w:val="20"/>
        </w:rPr>
        <w:t>: A mechanical device to move and manoeuvre heaving logs in a loading area</w:t>
      </w:r>
    </w:p>
    <w:p w14:paraId="21C167F3" w14:textId="62C5476F" w:rsidR="00BE7A14" w:rsidRPr="00BE7A14" w:rsidRDefault="00BE7A14" w:rsidP="00BE7A14">
      <w:pPr>
        <w:jc w:val="right"/>
        <w:rPr>
          <w:sz w:val="16"/>
          <w:szCs w:val="16"/>
        </w:rPr>
      </w:pPr>
      <w:proofErr w:type="spellStart"/>
      <w:r w:rsidRPr="00725368">
        <w:rPr>
          <w:sz w:val="16"/>
          <w:szCs w:val="16"/>
        </w:rPr>
        <w:t>bctf</w:t>
      </w:r>
      <w:proofErr w:type="spellEnd"/>
      <w:r w:rsidRPr="00725368">
        <w:rPr>
          <w:sz w:val="16"/>
          <w:szCs w:val="16"/>
        </w:rPr>
        <w:t xml:space="preserve"> ufcw1518</w:t>
      </w:r>
    </w:p>
    <w:sectPr w:rsidR="00BE7A14" w:rsidRPr="00BE7A14"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B6F58" w14:textId="77777777" w:rsidR="00D25EF1" w:rsidRDefault="00D25EF1" w:rsidP="005A3381">
      <w:pPr>
        <w:spacing w:after="0" w:line="240" w:lineRule="auto"/>
      </w:pPr>
      <w:r>
        <w:separator/>
      </w:r>
    </w:p>
  </w:endnote>
  <w:endnote w:type="continuationSeparator" w:id="0">
    <w:p w14:paraId="3BA05570" w14:textId="77777777" w:rsidR="00D25EF1" w:rsidRDefault="00D25EF1"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59832" w14:textId="77777777" w:rsidR="004940F3" w:rsidRDefault="00494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EB28" w14:textId="1878BDC7" w:rsidR="005E3009" w:rsidRDefault="00445C41">
    <w:pPr>
      <w:pStyle w:val="Footer"/>
      <w:pBdr>
        <w:top w:val="thinThickSmallGap" w:sz="24" w:space="1" w:color="622423" w:themeColor="accent2" w:themeShade="7F"/>
      </w:pBdr>
      <w:rPr>
        <w:rFonts w:asciiTheme="majorHAnsi" w:hAnsiTheme="majorHAnsi"/>
      </w:rPr>
    </w:pPr>
    <w:r>
      <w:rPr>
        <w:rFonts w:asciiTheme="majorHAnsi" w:hAnsiTheme="majorHAnsi"/>
        <w:i/>
        <w:iCs/>
        <w:sz w:val="18"/>
        <w:szCs w:val="18"/>
      </w:rPr>
      <w:t>21</w:t>
    </w:r>
    <w:r w:rsidR="004940F3" w:rsidRPr="004940F3">
      <w:rPr>
        <w:rFonts w:asciiTheme="majorHAnsi" w:hAnsiTheme="majorHAnsi"/>
        <w:i/>
        <w:iCs/>
        <w:sz w:val="18"/>
        <w:szCs w:val="18"/>
      </w:rPr>
      <w:t>/</w:t>
    </w:r>
    <w:r>
      <w:rPr>
        <w:rFonts w:asciiTheme="majorHAnsi" w:hAnsiTheme="majorHAnsi"/>
        <w:i/>
        <w:iCs/>
        <w:sz w:val="18"/>
        <w:szCs w:val="18"/>
      </w:rPr>
      <w:t>11</w:t>
    </w:r>
    <w:r w:rsidR="004940F3" w:rsidRPr="004940F3">
      <w:rPr>
        <w:rFonts w:asciiTheme="majorHAnsi" w:hAnsiTheme="majorHAnsi"/>
        <w:i/>
        <w:iCs/>
        <w:sz w:val="18"/>
        <w:szCs w:val="18"/>
      </w:rPr>
      <w:t>/2021</w:t>
    </w:r>
    <w:r w:rsidR="004940F3">
      <w:rPr>
        <w:rFonts w:asciiTheme="majorHAnsi" w:hAnsiTheme="majorHAnsi"/>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Pr>
        <w:rFonts w:asciiTheme="majorHAnsi" w:hAnsiTheme="majorHAnsi"/>
      </w:rPr>
      <w:t xml:space="preserve">Page </w:t>
    </w:r>
    <w:r w:rsidR="006B3AC7">
      <w:fldChar w:fldCharType="begin"/>
    </w:r>
    <w:r w:rsidR="006B3AC7">
      <w:instrText xml:space="preserve"> PAGE   \* MERGEFORMAT </w:instrText>
    </w:r>
    <w:r w:rsidR="006B3AC7">
      <w:fldChar w:fldCharType="separate"/>
    </w:r>
    <w:r w:rsidR="00A2123D" w:rsidRPr="00A2123D">
      <w:rPr>
        <w:rFonts w:asciiTheme="majorHAnsi" w:hAnsiTheme="majorHAnsi"/>
        <w:noProof/>
      </w:rPr>
      <w:t>1</w:t>
    </w:r>
    <w:r w:rsidR="006B3AC7">
      <w:rPr>
        <w:rFonts w:asciiTheme="majorHAnsi" w:hAnsiTheme="majorHAnsi"/>
        <w:noProof/>
      </w:rPr>
      <w:fldChar w:fldCharType="end"/>
    </w:r>
  </w:p>
  <w:p w14:paraId="0F1E4EC0" w14:textId="77777777" w:rsidR="005A3381" w:rsidRDefault="005A3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B80E" w14:textId="77777777" w:rsidR="004940F3" w:rsidRDefault="004940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43D0B" w14:textId="77777777" w:rsidR="00D25EF1" w:rsidRDefault="00D25EF1" w:rsidP="005A3381">
      <w:pPr>
        <w:spacing w:after="0" w:line="240" w:lineRule="auto"/>
      </w:pPr>
      <w:r>
        <w:separator/>
      </w:r>
    </w:p>
  </w:footnote>
  <w:footnote w:type="continuationSeparator" w:id="0">
    <w:p w14:paraId="634141B8" w14:textId="77777777" w:rsidR="00D25EF1" w:rsidRDefault="00D25EF1"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FFE8C" w14:textId="77777777" w:rsidR="004940F3" w:rsidRDefault="004940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D672112CA3954B28A8E583809AD667B8"/>
      </w:placeholder>
      <w:dataBinding w:prefixMappings="xmlns:ns0='http://schemas.openxmlformats.org/package/2006/metadata/core-properties' xmlns:ns1='http://purl.org/dc/elements/1.1/'" w:xpath="/ns0:coreProperties[1]/ns1:title[1]" w:storeItemID="{6C3C8BC8-F283-45AE-878A-BAB7291924A1}"/>
      <w:text/>
    </w:sdtPr>
    <w:sdtContent>
      <w:p w14:paraId="6B766343"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37CAE3CC" w14:textId="77777777" w:rsidR="005A3381" w:rsidRDefault="005A3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8237" w14:textId="77777777" w:rsidR="004940F3" w:rsidRDefault="004940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3A20"/>
    <w:multiLevelType w:val="hybridMultilevel"/>
    <w:tmpl w:val="C140624E"/>
    <w:lvl w:ilvl="0" w:tplc="10090001">
      <w:start w:val="1"/>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7C60CCF"/>
    <w:multiLevelType w:val="multilevel"/>
    <w:tmpl w:val="44C232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8DF1F1D"/>
    <w:multiLevelType w:val="hybridMultilevel"/>
    <w:tmpl w:val="91F4B25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C3B04F5"/>
    <w:multiLevelType w:val="multilevel"/>
    <w:tmpl w:val="D21883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5C445BA1"/>
    <w:multiLevelType w:val="multilevel"/>
    <w:tmpl w:val="EF0E85BE"/>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662F7386"/>
    <w:multiLevelType w:val="multilevel"/>
    <w:tmpl w:val="611E1CD6"/>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697B7150"/>
    <w:multiLevelType w:val="hybridMultilevel"/>
    <w:tmpl w:val="D576887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652754359">
    <w:abstractNumId w:val="4"/>
  </w:num>
  <w:num w:numId="2" w16cid:durableId="1177184614">
    <w:abstractNumId w:val="5"/>
  </w:num>
  <w:num w:numId="3" w16cid:durableId="460074275">
    <w:abstractNumId w:val="1"/>
  </w:num>
  <w:num w:numId="4" w16cid:durableId="1784029661">
    <w:abstractNumId w:val="6"/>
  </w:num>
  <w:num w:numId="5" w16cid:durableId="719986779">
    <w:abstractNumId w:val="7"/>
  </w:num>
  <w:num w:numId="6" w16cid:durableId="1403941774">
    <w:abstractNumId w:val="2"/>
  </w:num>
  <w:num w:numId="7" w16cid:durableId="543180084">
    <w:abstractNumId w:val="8"/>
  </w:num>
  <w:num w:numId="8" w16cid:durableId="1532258687">
    <w:abstractNumId w:val="3"/>
  </w:num>
  <w:num w:numId="9" w16cid:durableId="1597134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CBE"/>
    <w:rsid w:val="000355AC"/>
    <w:rsid w:val="00044255"/>
    <w:rsid w:val="0006543A"/>
    <w:rsid w:val="00123122"/>
    <w:rsid w:val="001B6DAD"/>
    <w:rsid w:val="00247254"/>
    <w:rsid w:val="0034199A"/>
    <w:rsid w:val="00342D27"/>
    <w:rsid w:val="00361000"/>
    <w:rsid w:val="00393195"/>
    <w:rsid w:val="003F3F54"/>
    <w:rsid w:val="0043338D"/>
    <w:rsid w:val="00445C41"/>
    <w:rsid w:val="004940F3"/>
    <w:rsid w:val="00500CBE"/>
    <w:rsid w:val="00544753"/>
    <w:rsid w:val="005A3381"/>
    <w:rsid w:val="005E3009"/>
    <w:rsid w:val="00621F89"/>
    <w:rsid w:val="006B3AC7"/>
    <w:rsid w:val="006F52DA"/>
    <w:rsid w:val="007237C0"/>
    <w:rsid w:val="00735125"/>
    <w:rsid w:val="007546E3"/>
    <w:rsid w:val="00785A3E"/>
    <w:rsid w:val="007C78DB"/>
    <w:rsid w:val="007E5C6D"/>
    <w:rsid w:val="007E7322"/>
    <w:rsid w:val="007F0B5E"/>
    <w:rsid w:val="008507BC"/>
    <w:rsid w:val="0086484F"/>
    <w:rsid w:val="009F46CD"/>
    <w:rsid w:val="00A069E9"/>
    <w:rsid w:val="00A2123D"/>
    <w:rsid w:val="00A554EF"/>
    <w:rsid w:val="00B76EBF"/>
    <w:rsid w:val="00BA513A"/>
    <w:rsid w:val="00BB4AB1"/>
    <w:rsid w:val="00BE7A14"/>
    <w:rsid w:val="00BF3BA2"/>
    <w:rsid w:val="00D25EF1"/>
    <w:rsid w:val="00DB5E1D"/>
    <w:rsid w:val="00E120E3"/>
    <w:rsid w:val="00E26EC1"/>
    <w:rsid w:val="00E86B2F"/>
    <w:rsid w:val="00EB0D1C"/>
    <w:rsid w:val="00F80BF7"/>
    <w:rsid w:val="00F8295D"/>
    <w:rsid w:val="00FB578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BC935"/>
  <w15:docId w15:val="{77A9F1BD-BB0B-4E8C-AEE1-D48613B7F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E26EC1"/>
    <w:pPr>
      <w:ind w:left="720"/>
      <w:contextualSpacing/>
    </w:pPr>
  </w:style>
  <w:style w:type="paragraph" w:styleId="PlainText">
    <w:name w:val="Plain Text"/>
    <w:basedOn w:val="Normal"/>
    <w:link w:val="PlainTextChar"/>
    <w:uiPriority w:val="99"/>
    <w:unhideWhenUsed/>
    <w:rsid w:val="007C78D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78DB"/>
    <w:rPr>
      <w:rFonts w:ascii="Consolas" w:hAnsi="Consolas"/>
      <w:sz w:val="21"/>
      <w:szCs w:val="21"/>
    </w:rPr>
  </w:style>
  <w:style w:type="character" w:styleId="Hyperlink">
    <w:name w:val="Hyperlink"/>
    <w:basedOn w:val="DefaultParagraphFont"/>
    <w:uiPriority w:val="99"/>
    <w:semiHidden/>
    <w:unhideWhenUsed/>
    <w:rsid w:val="007C78DB"/>
    <w:rPr>
      <w:color w:val="0000FF"/>
      <w:u w:val="single"/>
    </w:rPr>
  </w:style>
  <w:style w:type="character" w:styleId="Strong">
    <w:name w:val="Strong"/>
    <w:basedOn w:val="DefaultParagraphFont"/>
    <w:uiPriority w:val="22"/>
    <w:qFormat/>
    <w:rsid w:val="007C78DB"/>
    <w:rPr>
      <w:b/>
      <w:bCs/>
    </w:rPr>
  </w:style>
  <w:style w:type="character" w:styleId="FollowedHyperlink">
    <w:name w:val="FollowedHyperlink"/>
    <w:basedOn w:val="DefaultParagraphFont"/>
    <w:uiPriority w:val="99"/>
    <w:semiHidden/>
    <w:unhideWhenUsed/>
    <w:rsid w:val="00BF3B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72112CA3954B28A8E583809AD667B8"/>
        <w:category>
          <w:name w:val="General"/>
          <w:gallery w:val="placeholder"/>
        </w:category>
        <w:types>
          <w:type w:val="bbPlcHdr"/>
        </w:types>
        <w:behaviors>
          <w:behavior w:val="content"/>
        </w:behaviors>
        <w:guid w:val="{8FD2315A-C501-42CE-B302-0509ACA2568B}"/>
      </w:docPartPr>
      <w:docPartBody>
        <w:p w:rsidR="00583EF9" w:rsidRDefault="00BF5196">
          <w:pPr>
            <w:pStyle w:val="D672112CA3954B28A8E583809AD667B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F5196"/>
    <w:rsid w:val="001C1E31"/>
    <w:rsid w:val="00241383"/>
    <w:rsid w:val="00583EF9"/>
    <w:rsid w:val="00724BCF"/>
    <w:rsid w:val="00BF5196"/>
    <w:rsid w:val="00D61BE1"/>
    <w:rsid w:val="00D97418"/>
    <w:rsid w:val="00FA75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E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72112CA3954B28A8E583809AD667B8">
    <w:name w:val="D672112CA3954B28A8E583809AD667B8"/>
    <w:rsid w:val="00583E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4</TotalTime>
  <Pages>3</Pages>
  <Words>1512</Words>
  <Characters>7925</Characters>
  <Application>Microsoft Office Word</Application>
  <DocSecurity>0</DocSecurity>
  <Lines>273</Lines>
  <Paragraphs>89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4</cp:revision>
  <cp:lastPrinted>2014-08-09T22:32:00Z</cp:lastPrinted>
  <dcterms:created xsi:type="dcterms:W3CDTF">2022-11-22T02:10:00Z</dcterms:created>
  <dcterms:modified xsi:type="dcterms:W3CDTF">2022-11-22T02:54:00Z</dcterms:modified>
</cp:coreProperties>
</file>